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6E45DA39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C618A1" w:rsidRPr="00C618A1">
            <w:rPr>
              <w:rStyle w:val="Nzevakce"/>
              <w:b/>
            </w:rPr>
            <w:t>„Optimalizace trati Odb. Berounka (včetně) – Karlštejn (včetně)“ - 1.etapa: Úprava TZZ v úseku Radotín – Dobřichovice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0869D129" w14:textId="7EA636BC" w:rsidR="00FE5D92" w:rsidRDefault="00BB037B" w:rsidP="007E54BF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lastRenderedPageBreak/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F9659" w14:textId="77777777" w:rsidR="002827BD" w:rsidRDefault="002827BD" w:rsidP="00962258">
      <w:pPr>
        <w:spacing w:after="0" w:line="240" w:lineRule="auto"/>
      </w:pPr>
      <w:r>
        <w:separator/>
      </w:r>
    </w:p>
  </w:endnote>
  <w:endnote w:type="continuationSeparator" w:id="0">
    <w:p w14:paraId="144E17E6" w14:textId="77777777" w:rsidR="002827BD" w:rsidRDefault="002827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0803AAC5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7E54BF">
            <w:rPr>
              <w:rStyle w:val="Tun"/>
              <w:noProof/>
            </w:rPr>
            <w:t>„Optimalizace trati Odb. Berounka (včetně) – Karlštejn (včetně)“ - 1.etapa: Úprava TZZ v úseku Radotín – Dobřichovice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0184A16A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25320" w14:textId="77777777" w:rsidR="002827BD" w:rsidRDefault="002827BD" w:rsidP="00962258">
      <w:pPr>
        <w:spacing w:after="0" w:line="240" w:lineRule="auto"/>
      </w:pPr>
      <w:r>
        <w:separator/>
      </w:r>
    </w:p>
  </w:footnote>
  <w:footnote w:type="continuationSeparator" w:id="0">
    <w:p w14:paraId="0578D47F" w14:textId="77777777" w:rsidR="002827BD" w:rsidRDefault="002827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955713">
    <w:abstractNumId w:val="3"/>
  </w:num>
  <w:num w:numId="2" w16cid:durableId="1177499924">
    <w:abstractNumId w:val="1"/>
  </w:num>
  <w:num w:numId="3" w16cid:durableId="1061715791">
    <w:abstractNumId w:val="8"/>
  </w:num>
  <w:num w:numId="4" w16cid:durableId="110635712">
    <w:abstractNumId w:val="4"/>
  </w:num>
  <w:num w:numId="5" w16cid:durableId="1313144985">
    <w:abstractNumId w:val="10"/>
  </w:num>
  <w:num w:numId="6" w16cid:durableId="1136265200">
    <w:abstractNumId w:val="5"/>
  </w:num>
  <w:num w:numId="7" w16cid:durableId="1037122559">
    <w:abstractNumId w:val="6"/>
  </w:num>
  <w:num w:numId="8" w16cid:durableId="116414527">
    <w:abstractNumId w:val="7"/>
  </w:num>
  <w:num w:numId="9" w16cid:durableId="1709067460">
    <w:abstractNumId w:val="0"/>
  </w:num>
  <w:num w:numId="10" w16cid:durableId="1536042725">
    <w:abstractNumId w:val="2"/>
  </w:num>
  <w:num w:numId="11" w16cid:durableId="18679312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27BD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379C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E54BF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16A31"/>
    <w:rsid w:val="00C226C0"/>
    <w:rsid w:val="00C42FE6"/>
    <w:rsid w:val="00C44F6A"/>
    <w:rsid w:val="00C618A1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4379C4"/>
    <w:rsid w:val="0053732C"/>
    <w:rsid w:val="005462D9"/>
    <w:rsid w:val="005E3FC4"/>
    <w:rsid w:val="007E248B"/>
    <w:rsid w:val="008667B3"/>
    <w:rsid w:val="00A37915"/>
    <w:rsid w:val="00AE336A"/>
    <w:rsid w:val="00C7001B"/>
    <w:rsid w:val="00D9409D"/>
    <w:rsid w:val="00FC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5</TotalTime>
  <Pages>2</Pages>
  <Words>441</Words>
  <Characters>2605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Fučíková Veronika, Bc.</cp:lastModifiedBy>
  <cp:revision>8</cp:revision>
  <cp:lastPrinted>2019-03-12T14:23:00Z</cp:lastPrinted>
  <dcterms:created xsi:type="dcterms:W3CDTF">2023-10-17T12:36:00Z</dcterms:created>
  <dcterms:modified xsi:type="dcterms:W3CDTF">2025-05-15T10:01:00Z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